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16770F" w:rsidRDefault="002A2AFE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>Exercice 1 :</w:t>
      </w:r>
    </w:p>
    <w:p w:rsidR="002A2AFE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09E4A9" wp14:editId="4295F1F3">
                <wp:simplePos x="0" y="0"/>
                <wp:positionH relativeFrom="column">
                  <wp:posOffset>2104631</wp:posOffset>
                </wp:positionH>
                <wp:positionV relativeFrom="paragraph">
                  <wp:posOffset>265073</wp:posOffset>
                </wp:positionV>
                <wp:extent cx="173811" cy="196483"/>
                <wp:effectExtent l="0" t="0" r="0" b="1333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09E4A9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margin-left:165.7pt;margin-top:20.85pt;width:13.7pt;height:15.4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6FC6DB" wp14:editId="142C6F4A">
                <wp:simplePos x="0" y="0"/>
                <wp:positionH relativeFrom="column">
                  <wp:posOffset>661161</wp:posOffset>
                </wp:positionH>
                <wp:positionV relativeFrom="paragraph">
                  <wp:posOffset>304800</wp:posOffset>
                </wp:positionV>
                <wp:extent cx="173811" cy="196483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FC6DB" id="Zone de texte 4" o:spid="_x0000_s1027" type="#_x0000_t202" style="position:absolute;margin-left:52.05pt;margin-top:24pt;width:13.7pt;height:15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" fillcolor="white [3201]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6770F"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2A2AFE">
        <w:rPr>
          <w:rFonts w:ascii="Arial" w:hAnsi="Arial" w:cs="Arial"/>
          <w:sz w:val="28"/>
        </w:rPr>
        <w:t>Observe les polygones et complète le tableau :</w:t>
      </w:r>
    </w:p>
    <w:p w:rsidR="002A2AFE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CD133B" wp14:editId="73678D7B">
                <wp:simplePos x="0" y="0"/>
                <wp:positionH relativeFrom="column">
                  <wp:posOffset>3966693</wp:posOffset>
                </wp:positionH>
                <wp:positionV relativeFrom="paragraph">
                  <wp:posOffset>12852</wp:posOffset>
                </wp:positionV>
                <wp:extent cx="173811" cy="196483"/>
                <wp:effectExtent l="0" t="0" r="0" b="1333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D133B" id="Zone de texte 17" o:spid="_x0000_s1028" type="#_x0000_t202" style="position:absolute;margin-left:312.35pt;margin-top:1pt;width:13.7pt;height:15.4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AB99B9" wp14:editId="603539BA">
                <wp:simplePos x="0" y="0"/>
                <wp:positionH relativeFrom="column">
                  <wp:posOffset>3412490</wp:posOffset>
                </wp:positionH>
                <wp:positionV relativeFrom="paragraph">
                  <wp:posOffset>6985</wp:posOffset>
                </wp:positionV>
                <wp:extent cx="173355" cy="196215"/>
                <wp:effectExtent l="0" t="0" r="0" b="1333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B99B9" id="Zone de texte 16" o:spid="_x0000_s1029" type="#_x0000_t202" style="position:absolute;margin-left:268.7pt;margin-top:.55pt;width:13.65pt;height:15.4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48782" wp14:editId="63FF787E">
                <wp:simplePos x="0" y="0"/>
                <wp:positionH relativeFrom="column">
                  <wp:posOffset>3175817</wp:posOffset>
                </wp:positionH>
                <wp:positionV relativeFrom="paragraph">
                  <wp:posOffset>168275</wp:posOffset>
                </wp:positionV>
                <wp:extent cx="1151907" cy="1080655"/>
                <wp:effectExtent l="0" t="0" r="10160" b="24765"/>
                <wp:wrapNone/>
                <wp:docPr id="3" name="Croi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907" cy="1080655"/>
                        </a:xfrm>
                        <a:prstGeom prst="plus">
                          <a:avLst>
                            <a:gd name="adj" fmla="val 2941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B3E9B8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3" o:spid="_x0000_s1026" type="#_x0000_t11" style="position:absolute;margin-left:250.05pt;margin-top:13.25pt;width:90.7pt;height:8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" adj="6353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E53C3" wp14:editId="52A03F73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1" name="Pentagone réguli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F47FD0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régulier 1" o:spid="_x0000_s1026" type="#_x0000_t56" style="position:absolute;margin-left:17.2pt;margin-top:15.1pt;width:82.45pt;height:7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AEEFEC" wp14:editId="1A372613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2" name="Organigramme : Entrée manu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0A854A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Organigramme : Entrée manuelle 2" o:spid="_x0000_s1026" type="#_x0000_t118" style="position:absolute;margin-left:139.7pt;margin-top:20.75pt;width:69.2pt;height:59.85pt;rotation:-3065658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" filled="f" strokecolor="#1f4d78 [1604]" strokeweight="1pt"/>
            </w:pict>
          </mc:Fallback>
        </mc:AlternateContent>
      </w:r>
    </w:p>
    <w:p w:rsidR="002A2AFE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C9A822" wp14:editId="3043CFB5">
                <wp:simplePos x="0" y="0"/>
                <wp:positionH relativeFrom="column">
                  <wp:posOffset>3464417</wp:posOffset>
                </wp:positionH>
                <wp:positionV relativeFrom="paragraph">
                  <wp:posOffset>309648</wp:posOffset>
                </wp:positionV>
                <wp:extent cx="547352" cy="186744"/>
                <wp:effectExtent l="0" t="0" r="5715" b="381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9A822" id="Zone de texte 29" o:spid="_x0000_s1030" type="#_x0000_t202" style="position:absolute;margin-left:272.8pt;margin-top:24.4pt;width:43.1pt;height:14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88BF00" wp14:editId="601461ED">
                <wp:simplePos x="0" y="0"/>
                <wp:positionH relativeFrom="column">
                  <wp:posOffset>457200</wp:posOffset>
                </wp:positionH>
                <wp:positionV relativeFrom="paragraph">
                  <wp:posOffset>245253</wp:posOffset>
                </wp:positionV>
                <wp:extent cx="547352" cy="186744"/>
                <wp:effectExtent l="0" t="0" r="5715" b="381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8BF00" id="Zone de texte 28" o:spid="_x0000_s1031" type="#_x0000_t202" style="position:absolute;margin-left:36pt;margin-top:19.3pt;width:43.1pt;height:14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8FDB5EA" wp14:editId="08388C4E">
                <wp:simplePos x="0" y="0"/>
                <wp:positionH relativeFrom="column">
                  <wp:posOffset>2028422</wp:posOffset>
                </wp:positionH>
                <wp:positionV relativeFrom="paragraph">
                  <wp:posOffset>186028</wp:posOffset>
                </wp:positionV>
                <wp:extent cx="547352" cy="186744"/>
                <wp:effectExtent l="0" t="0" r="5715" b="381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FDB5EA" id="Zone de texte 27" o:spid="_x0000_s1032" type="#_x0000_t202" style="position:absolute;margin-left:159.7pt;margin-top:14.65pt;width:43.1pt;height:14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6B4BF2" wp14:editId="3B4D8B49">
                <wp:simplePos x="0" y="0"/>
                <wp:positionH relativeFrom="column">
                  <wp:posOffset>4333741</wp:posOffset>
                </wp:positionH>
                <wp:positionV relativeFrom="paragraph">
                  <wp:posOffset>77273</wp:posOffset>
                </wp:positionV>
                <wp:extent cx="173811" cy="196483"/>
                <wp:effectExtent l="0" t="0" r="0" b="1333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B4BF2" id="Zone de texte 19" o:spid="_x0000_s1033" type="#_x0000_t202" style="position:absolute;margin-left:341.25pt;margin-top:6.1pt;width:13.7pt;height:15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E5397A" wp14:editId="7CDABB82">
                <wp:simplePos x="0" y="0"/>
                <wp:positionH relativeFrom="column">
                  <wp:posOffset>3921169</wp:posOffset>
                </wp:positionH>
                <wp:positionV relativeFrom="paragraph">
                  <wp:posOffset>167310</wp:posOffset>
                </wp:positionV>
                <wp:extent cx="173811" cy="196483"/>
                <wp:effectExtent l="0" t="0" r="0" b="1333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5397A" id="Zone de texte 18" o:spid="_x0000_s1034" type="#_x0000_t202" style="position:absolute;margin-left:308.75pt;margin-top:13.15pt;width:13.7pt;height:15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586149" wp14:editId="4F991F7C">
                <wp:simplePos x="0" y="0"/>
                <wp:positionH relativeFrom="column">
                  <wp:posOffset>3477296</wp:posOffset>
                </wp:positionH>
                <wp:positionV relativeFrom="paragraph">
                  <wp:posOffset>141640</wp:posOffset>
                </wp:positionV>
                <wp:extent cx="173811" cy="196483"/>
                <wp:effectExtent l="0" t="0" r="0" b="1333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86149" id="Zone de texte 15" o:spid="_x0000_s1035" type="#_x0000_t202" style="position:absolute;margin-left:273.8pt;margin-top:11.15pt;width:13.7pt;height:15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59BC87" wp14:editId="4DA250C6">
                <wp:simplePos x="0" y="0"/>
                <wp:positionH relativeFrom="column">
                  <wp:posOffset>3065145</wp:posOffset>
                </wp:positionH>
                <wp:positionV relativeFrom="paragraph">
                  <wp:posOffset>6985</wp:posOffset>
                </wp:positionV>
                <wp:extent cx="173355" cy="196215"/>
                <wp:effectExtent l="0" t="0" r="0" b="1333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9BC87" id="Zone de texte 14" o:spid="_x0000_s1036" type="#_x0000_t202" style="position:absolute;margin-left:241.35pt;margin-top:.55pt;width:13.65pt;height:15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018B94" wp14:editId="415489D4">
                <wp:simplePos x="0" y="0"/>
                <wp:positionH relativeFrom="column">
                  <wp:posOffset>2697857</wp:posOffset>
                </wp:positionH>
                <wp:positionV relativeFrom="paragraph">
                  <wp:posOffset>86905</wp:posOffset>
                </wp:positionV>
                <wp:extent cx="173811" cy="196483"/>
                <wp:effectExtent l="0" t="0" r="0" b="1333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18B94" id="Zone de texte 12" o:spid="_x0000_s1037" type="#_x0000_t202" style="position:absolute;margin-left:212.45pt;margin-top:6.85pt;width:13.7pt;height:15.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38546B" wp14:editId="030B74E0">
                <wp:simplePos x="0" y="0"/>
                <wp:positionH relativeFrom="column">
                  <wp:posOffset>52899</wp:posOffset>
                </wp:positionH>
                <wp:positionV relativeFrom="paragraph">
                  <wp:posOffset>157869</wp:posOffset>
                </wp:positionV>
                <wp:extent cx="173811" cy="196483"/>
                <wp:effectExtent l="0" t="0" r="0" b="133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8546B" id="Zone de texte 8" o:spid="_x0000_s1038" type="#_x0000_t202" style="position:absolute;margin-left:4.15pt;margin-top:12.45pt;width:13.7pt;height:15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8F6D58" wp14:editId="3E62BD1C">
                <wp:simplePos x="0" y="0"/>
                <wp:positionH relativeFrom="column">
                  <wp:posOffset>1250441</wp:posOffset>
                </wp:positionH>
                <wp:positionV relativeFrom="paragraph">
                  <wp:posOffset>122681</wp:posOffset>
                </wp:positionV>
                <wp:extent cx="173811" cy="196483"/>
                <wp:effectExtent l="0" t="0" r="0" b="1333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F6D58" id="Zone de texte 5" o:spid="_x0000_s1039" type="#_x0000_t202" style="position:absolute;margin-left:98.45pt;margin-top:9.65pt;width:13.7pt;height:1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16770F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44ECD8" wp14:editId="313EE5EC">
                <wp:simplePos x="0" y="0"/>
                <wp:positionH relativeFrom="column">
                  <wp:posOffset>3032975</wp:posOffset>
                </wp:positionH>
                <wp:positionV relativeFrom="paragraph">
                  <wp:posOffset>257524</wp:posOffset>
                </wp:positionV>
                <wp:extent cx="173811" cy="196483"/>
                <wp:effectExtent l="0" t="0" r="0" b="1333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4ECD8" id="Zone de texte 26" o:spid="_x0000_s1040" type="#_x0000_t202" style="position:absolute;margin-left:238.8pt;margin-top:20.3pt;width:13.7pt;height:15.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076533" wp14:editId="17C246E6">
                <wp:simplePos x="0" y="0"/>
                <wp:positionH relativeFrom="column">
                  <wp:posOffset>3470857</wp:posOffset>
                </wp:positionH>
                <wp:positionV relativeFrom="paragraph">
                  <wp:posOffset>173230</wp:posOffset>
                </wp:positionV>
                <wp:extent cx="173811" cy="196483"/>
                <wp:effectExtent l="0" t="0" r="0" b="1333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076533" id="Zone de texte 25" o:spid="_x0000_s1041" type="#_x0000_t202" style="position:absolute;margin-left:273.3pt;margin-top:13.65pt;width:13.7pt;height:1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269237" wp14:editId="49C40559">
                <wp:simplePos x="0" y="0"/>
                <wp:positionH relativeFrom="column">
                  <wp:posOffset>3902299</wp:posOffset>
                </wp:positionH>
                <wp:positionV relativeFrom="paragraph">
                  <wp:posOffset>141641</wp:posOffset>
                </wp:positionV>
                <wp:extent cx="173811" cy="196483"/>
                <wp:effectExtent l="0" t="0" r="0" b="1333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69237" id="Zone de texte 21" o:spid="_x0000_s1042" type="#_x0000_t202" style="position:absolute;margin-left:307.25pt;margin-top:11.15pt;width:13.7pt;height:15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0DF81C" wp14:editId="32F3F64E">
                <wp:simplePos x="0" y="0"/>
                <wp:positionH relativeFrom="column">
                  <wp:posOffset>4314422</wp:posOffset>
                </wp:positionH>
                <wp:positionV relativeFrom="paragraph">
                  <wp:posOffset>218306</wp:posOffset>
                </wp:positionV>
                <wp:extent cx="173811" cy="196483"/>
                <wp:effectExtent l="0" t="0" r="0" b="1333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DF81C" id="Zone de texte 20" o:spid="_x0000_s1043" type="#_x0000_t202" style="position:absolute;margin-left:339.7pt;margin-top:17.2pt;width:13.7pt;height:15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3CE7A7" wp14:editId="3F8FC690">
                <wp:simplePos x="0" y="0"/>
                <wp:positionH relativeFrom="column">
                  <wp:posOffset>1568083</wp:posOffset>
                </wp:positionH>
                <wp:positionV relativeFrom="paragraph">
                  <wp:posOffset>71156</wp:posOffset>
                </wp:positionV>
                <wp:extent cx="173811" cy="196483"/>
                <wp:effectExtent l="0" t="0" r="0" b="1333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CE7A7" id="Zone de texte 10" o:spid="_x0000_s1044" type="#_x0000_t202" style="position:absolute;margin-left:123.45pt;margin-top:5.6pt;width:13.7pt;height:15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16770F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14D1D6E" wp14:editId="266EBB83">
                <wp:simplePos x="0" y="0"/>
                <wp:positionH relativeFrom="column">
                  <wp:posOffset>3290552</wp:posOffset>
                </wp:positionH>
                <wp:positionV relativeFrom="paragraph">
                  <wp:posOffset>294918</wp:posOffset>
                </wp:positionV>
                <wp:extent cx="186744" cy="196215"/>
                <wp:effectExtent l="0" t="0" r="3810" b="1333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744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4D1D6E" id="Zone de texte 23" o:spid="_x0000_s1045" type="#_x0000_t202" style="position:absolute;margin-left:259.1pt;margin-top:23.2pt;width:14.7pt;height:15.4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11C4D10" wp14:editId="35C50254">
                <wp:simplePos x="0" y="0"/>
                <wp:positionH relativeFrom="column">
                  <wp:posOffset>3992451</wp:posOffset>
                </wp:positionH>
                <wp:positionV relativeFrom="paragraph">
                  <wp:posOffset>264017</wp:posOffset>
                </wp:positionV>
                <wp:extent cx="173811" cy="196483"/>
                <wp:effectExtent l="0" t="0" r="0" b="1333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C4D10" id="Zone de texte 22" o:spid="_x0000_s1046" type="#_x0000_t202" style="position:absolute;margin-left:314.35pt;margin-top:20.8pt;width:13.7pt;height:15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F72E1A" wp14:editId="62B07BBA">
                <wp:simplePos x="0" y="0"/>
                <wp:positionH relativeFrom="column">
                  <wp:posOffset>2025282</wp:posOffset>
                </wp:positionH>
                <wp:positionV relativeFrom="paragraph">
                  <wp:posOffset>247975</wp:posOffset>
                </wp:positionV>
                <wp:extent cx="173811" cy="196483"/>
                <wp:effectExtent l="0" t="0" r="0" b="1333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72E1A" id="Zone de texte 13" o:spid="_x0000_s1047" type="#_x0000_t202" style="position:absolute;margin-left:159.45pt;margin-top:19.55pt;width:13.7pt;height:15.4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877812" wp14:editId="13161ACA">
                <wp:simplePos x="0" y="0"/>
                <wp:positionH relativeFrom="column">
                  <wp:posOffset>268274</wp:posOffset>
                </wp:positionH>
                <wp:positionV relativeFrom="paragraph">
                  <wp:posOffset>201033</wp:posOffset>
                </wp:positionV>
                <wp:extent cx="173811" cy="196483"/>
                <wp:effectExtent l="0" t="0" r="0" b="1333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77812" id="Zone de texte 7" o:spid="_x0000_s1048" type="#_x0000_t202" style="position:absolute;margin-left:21.1pt;margin-top:15.85pt;width:13.7pt;height:15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0E7F77" wp14:editId="113CC808">
                <wp:simplePos x="0" y="0"/>
                <wp:positionH relativeFrom="column">
                  <wp:posOffset>1031534</wp:posOffset>
                </wp:positionH>
                <wp:positionV relativeFrom="paragraph">
                  <wp:posOffset>196676</wp:posOffset>
                </wp:positionV>
                <wp:extent cx="173811" cy="196483"/>
                <wp:effectExtent l="0" t="0" r="0" b="1333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770F" w:rsidRPr="0016770F" w:rsidRDefault="0016770F" w:rsidP="0016770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0E7F77" id="Zone de texte 6" o:spid="_x0000_s1049" type="#_x0000_t202" style="position:absolute;margin-left:81.2pt;margin-top:15.5pt;width:13.7pt;height:15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" filled="f" stroked="f" strokeweight=".5pt">
                <v:textbox inset="0,0,0,0">
                  <w:txbxContent>
                    <w:p w:rsidR="0016770F" w:rsidRPr="0016770F" w:rsidRDefault="0016770F" w:rsidP="0016770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16770F" w:rsidRDefault="0016770F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771"/>
        <w:gridCol w:w="1772"/>
        <w:gridCol w:w="2237"/>
      </w:tblGrid>
      <w:tr w:rsidR="002A2AFE" w:rsidTr="0016770F">
        <w:tc>
          <w:tcPr>
            <w:tcW w:w="1555" w:type="dxa"/>
            <w:shd w:val="clear" w:color="auto" w:fill="D9D9D9" w:themeFill="background1" w:themeFillShade="D9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1" w:type="dxa"/>
            <w:shd w:val="clear" w:color="auto" w:fill="D9D9D9" w:themeFill="background1" w:themeFillShade="D9"/>
          </w:tcPr>
          <w:p w:rsidR="002A2AFE" w:rsidRPr="0016770F" w:rsidRDefault="002A2AFE" w:rsidP="0016770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Nombre de côtés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:rsidR="002A2AFE" w:rsidRPr="0016770F" w:rsidRDefault="002A2AFE" w:rsidP="0016770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Nombre de sommets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2A2AFE" w:rsidRPr="0016770F" w:rsidRDefault="002A2AFE" w:rsidP="0016770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 du polygone</w:t>
            </w:r>
          </w:p>
        </w:tc>
      </w:tr>
      <w:tr w:rsidR="002A2AFE" w:rsidTr="0016770F">
        <w:tc>
          <w:tcPr>
            <w:tcW w:w="1555" w:type="dxa"/>
          </w:tcPr>
          <w:p w:rsidR="002A2AFE" w:rsidRDefault="0016770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1771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</w:tr>
      <w:tr w:rsidR="002A2AFE" w:rsidTr="0016770F">
        <w:tc>
          <w:tcPr>
            <w:tcW w:w="1555" w:type="dxa"/>
          </w:tcPr>
          <w:p w:rsidR="002A2AFE" w:rsidRDefault="0016770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Figure </w:t>
            </w: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1771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</w:tr>
      <w:tr w:rsidR="002A2AFE" w:rsidTr="0016770F">
        <w:tc>
          <w:tcPr>
            <w:tcW w:w="1555" w:type="dxa"/>
          </w:tcPr>
          <w:p w:rsidR="002A2AFE" w:rsidRDefault="0016770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Figure </w:t>
            </w: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1771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2A2AFE" w:rsidRDefault="002A2AFE">
            <w:pPr>
              <w:rPr>
                <w:rFonts w:ascii="Arial" w:hAnsi="Arial" w:cs="Arial"/>
                <w:sz w:val="28"/>
              </w:rPr>
            </w:pPr>
          </w:p>
        </w:tc>
      </w:tr>
    </w:tbl>
    <w:p w:rsidR="002A2AFE" w:rsidRDefault="002A2AFE">
      <w:pPr>
        <w:rPr>
          <w:rFonts w:ascii="Arial" w:hAnsi="Arial" w:cs="Arial"/>
          <w:sz w:val="28"/>
        </w:rPr>
      </w:pPr>
    </w:p>
    <w:p w:rsidR="0016770F" w:rsidRPr="0016770F" w:rsidRDefault="0016770F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>Exercice 2 :</w:t>
      </w:r>
    </w:p>
    <w:p w:rsidR="0016770F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les diagonales de cet hexagone :</w:t>
      </w:r>
    </w:p>
    <w:p w:rsidR="0016770F" w:rsidRDefault="0016770F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999067</wp:posOffset>
                </wp:positionH>
                <wp:positionV relativeFrom="paragraph">
                  <wp:posOffset>73519</wp:posOffset>
                </wp:positionV>
                <wp:extent cx="2042983" cy="1761067"/>
                <wp:effectExtent l="19050" t="0" r="33655" b="10795"/>
                <wp:wrapNone/>
                <wp:docPr id="30" name="Hexago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983" cy="1761067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7C056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30" o:spid="_x0000_s1026" type="#_x0000_t9" style="position:absolute;margin-left:78.65pt;margin-top:5.8pt;width:160.85pt;height:138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" adj="4655" filled="f" strokecolor="#0d0d0d [3069]" strokeweight="1pt"/>
            </w:pict>
          </mc:Fallback>
        </mc:AlternateContent>
      </w:r>
    </w:p>
    <w:p w:rsidR="0016770F" w:rsidRDefault="0016770F">
      <w:pPr>
        <w:rPr>
          <w:rFonts w:ascii="Arial" w:hAnsi="Arial" w:cs="Arial"/>
          <w:sz w:val="28"/>
        </w:rPr>
      </w:pPr>
    </w:p>
    <w:p w:rsidR="0016770F" w:rsidRDefault="0016770F">
      <w:pPr>
        <w:rPr>
          <w:rFonts w:ascii="Arial" w:hAnsi="Arial" w:cs="Arial"/>
          <w:sz w:val="28"/>
        </w:rPr>
      </w:pPr>
    </w:p>
    <w:p w:rsidR="0016770F" w:rsidRDefault="0016770F">
      <w:pPr>
        <w:rPr>
          <w:rFonts w:ascii="Arial" w:hAnsi="Arial" w:cs="Arial"/>
          <w:sz w:val="28"/>
        </w:rPr>
      </w:pPr>
    </w:p>
    <w:p w:rsidR="0016770F" w:rsidRDefault="0016770F">
      <w:pPr>
        <w:rPr>
          <w:rFonts w:ascii="Arial" w:hAnsi="Arial" w:cs="Arial"/>
          <w:sz w:val="28"/>
        </w:rPr>
      </w:pPr>
    </w:p>
    <w:p w:rsidR="0016770F" w:rsidRDefault="0016770F">
      <w:pPr>
        <w:rPr>
          <w:rFonts w:ascii="Arial" w:hAnsi="Arial" w:cs="Arial"/>
          <w:sz w:val="28"/>
        </w:rPr>
      </w:pPr>
    </w:p>
    <w:p w:rsidR="00F70F4C" w:rsidRPr="0016770F" w:rsidRDefault="00F70F4C" w:rsidP="00F70F4C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>Exercice 1 :</w: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65A0EB6" wp14:editId="47F30A46">
                <wp:simplePos x="0" y="0"/>
                <wp:positionH relativeFrom="column">
                  <wp:posOffset>2104631</wp:posOffset>
                </wp:positionH>
                <wp:positionV relativeFrom="paragraph">
                  <wp:posOffset>265073</wp:posOffset>
                </wp:positionV>
                <wp:extent cx="173811" cy="196483"/>
                <wp:effectExtent l="0" t="0" r="0" b="1333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A0EB6" id="Zone de texte 31" o:spid="_x0000_s1050" type="#_x0000_t202" style="position:absolute;margin-left:165.7pt;margin-top:20.85pt;width:13.7pt;height:15.4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1DE0092" wp14:editId="4CC8B329">
                <wp:simplePos x="0" y="0"/>
                <wp:positionH relativeFrom="column">
                  <wp:posOffset>661161</wp:posOffset>
                </wp:positionH>
                <wp:positionV relativeFrom="paragraph">
                  <wp:posOffset>304800</wp:posOffset>
                </wp:positionV>
                <wp:extent cx="173811" cy="196483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E0092" id="Zone de texte 32" o:spid="_x0000_s1051" type="#_x0000_t202" style="position:absolute;margin-left:52.05pt;margin-top:24pt;width:13.7pt;height:15.4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" fillcolor="white [3201]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16770F">
                        <w:rPr>
                          <w:rFonts w:ascii="Arial" w:hAnsi="Arial"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</w:rPr>
        <w:t>Observe les polygones et complète le tableau :</w: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A8E08BB" wp14:editId="45F1C9CC">
                <wp:simplePos x="0" y="0"/>
                <wp:positionH relativeFrom="column">
                  <wp:posOffset>3966693</wp:posOffset>
                </wp:positionH>
                <wp:positionV relativeFrom="paragraph">
                  <wp:posOffset>12852</wp:posOffset>
                </wp:positionV>
                <wp:extent cx="173811" cy="196483"/>
                <wp:effectExtent l="0" t="0" r="0" b="1333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E08BB" id="Zone de texte 33" o:spid="_x0000_s1052" type="#_x0000_t202" style="position:absolute;margin-left:312.35pt;margin-top:1pt;width:13.7pt;height:15.4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7D7651C" wp14:editId="4D4EC062">
                <wp:simplePos x="0" y="0"/>
                <wp:positionH relativeFrom="column">
                  <wp:posOffset>3412490</wp:posOffset>
                </wp:positionH>
                <wp:positionV relativeFrom="paragraph">
                  <wp:posOffset>6985</wp:posOffset>
                </wp:positionV>
                <wp:extent cx="173355" cy="196215"/>
                <wp:effectExtent l="0" t="0" r="0" b="1333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7651C" id="Zone de texte 34" o:spid="_x0000_s1053" type="#_x0000_t202" style="position:absolute;margin-left:268.7pt;margin-top:.55pt;width:13.65pt;height:15.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13747F1" wp14:editId="20CFC850">
                <wp:simplePos x="0" y="0"/>
                <wp:positionH relativeFrom="column">
                  <wp:posOffset>3175817</wp:posOffset>
                </wp:positionH>
                <wp:positionV relativeFrom="paragraph">
                  <wp:posOffset>168275</wp:posOffset>
                </wp:positionV>
                <wp:extent cx="1151907" cy="1080655"/>
                <wp:effectExtent l="0" t="0" r="10160" b="24765"/>
                <wp:wrapNone/>
                <wp:docPr id="35" name="Croi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907" cy="1080655"/>
                        </a:xfrm>
                        <a:prstGeom prst="plus">
                          <a:avLst>
                            <a:gd name="adj" fmla="val 29414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60879" id="Croix 35" o:spid="_x0000_s1026" type="#_x0000_t11" style="position:absolute;margin-left:250.05pt;margin-top:13.25pt;width:90.7pt;height:85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" adj="6353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E445DC8" wp14:editId="7FCEAEC0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36" name="Pentagone régulie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1BFC8" id="Pentagone régulier 36" o:spid="_x0000_s1026" type="#_x0000_t56" style="position:absolute;margin-left:17.2pt;margin-top:15.1pt;width:82.45pt;height:78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12E793" wp14:editId="6B4AB490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37" name="Organigramme : Entrée manuel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DE8BE" id="Organigramme : Entrée manuelle 37" o:spid="_x0000_s1026" type="#_x0000_t118" style="position:absolute;margin-left:139.7pt;margin-top:20.75pt;width:69.2pt;height:59.85pt;rotation:-3065658fd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" filled="f" strokecolor="#1f4d78 [1604]" strokeweight="1pt"/>
            </w:pict>
          </mc:Fallback>
        </mc:AlternateConten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BFDE110" wp14:editId="45AFFA41">
                <wp:simplePos x="0" y="0"/>
                <wp:positionH relativeFrom="column">
                  <wp:posOffset>3464417</wp:posOffset>
                </wp:positionH>
                <wp:positionV relativeFrom="paragraph">
                  <wp:posOffset>309648</wp:posOffset>
                </wp:positionV>
                <wp:extent cx="547352" cy="186744"/>
                <wp:effectExtent l="0" t="0" r="5715" b="381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DE110" id="Zone de texte 38" o:spid="_x0000_s1054" type="#_x0000_t202" style="position:absolute;margin-left:272.8pt;margin-top:24.4pt;width:43.1pt;height:14.7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B20687B" wp14:editId="7554FA7E">
                <wp:simplePos x="0" y="0"/>
                <wp:positionH relativeFrom="column">
                  <wp:posOffset>457200</wp:posOffset>
                </wp:positionH>
                <wp:positionV relativeFrom="paragraph">
                  <wp:posOffset>245253</wp:posOffset>
                </wp:positionV>
                <wp:extent cx="547352" cy="186744"/>
                <wp:effectExtent l="0" t="0" r="5715" b="381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0687B" id="Zone de texte 39" o:spid="_x0000_s1055" type="#_x0000_t202" style="position:absolute;margin-left:36pt;margin-top:19.3pt;width:43.1pt;height:14.7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81A9C5F" wp14:editId="0FEDD83C">
                <wp:simplePos x="0" y="0"/>
                <wp:positionH relativeFrom="column">
                  <wp:posOffset>2028422</wp:posOffset>
                </wp:positionH>
                <wp:positionV relativeFrom="paragraph">
                  <wp:posOffset>186028</wp:posOffset>
                </wp:positionV>
                <wp:extent cx="547352" cy="186744"/>
                <wp:effectExtent l="0" t="0" r="5715" b="381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A9C5F" id="Zone de texte 40" o:spid="_x0000_s1056" type="#_x0000_t202" style="position:absolute;margin-left:159.7pt;margin-top:14.65pt;width:43.1pt;height:14.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28D229B" wp14:editId="6B755F9C">
                <wp:simplePos x="0" y="0"/>
                <wp:positionH relativeFrom="column">
                  <wp:posOffset>4333741</wp:posOffset>
                </wp:positionH>
                <wp:positionV relativeFrom="paragraph">
                  <wp:posOffset>77273</wp:posOffset>
                </wp:positionV>
                <wp:extent cx="173811" cy="196483"/>
                <wp:effectExtent l="0" t="0" r="0" b="13335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D229B" id="Zone de texte 41" o:spid="_x0000_s1057" type="#_x0000_t202" style="position:absolute;margin-left:341.25pt;margin-top:6.1pt;width:13.7pt;height:15.4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0E1D292" wp14:editId="4257D7EC">
                <wp:simplePos x="0" y="0"/>
                <wp:positionH relativeFrom="column">
                  <wp:posOffset>3921169</wp:posOffset>
                </wp:positionH>
                <wp:positionV relativeFrom="paragraph">
                  <wp:posOffset>167310</wp:posOffset>
                </wp:positionV>
                <wp:extent cx="173811" cy="196483"/>
                <wp:effectExtent l="0" t="0" r="0" b="13335"/>
                <wp:wrapNone/>
                <wp:docPr id="42" name="Zone de text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E1D292" id="Zone de texte 42" o:spid="_x0000_s1058" type="#_x0000_t202" style="position:absolute;margin-left:308.75pt;margin-top:13.15pt;width:13.7pt;height:15.4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F034B02" wp14:editId="7C615022">
                <wp:simplePos x="0" y="0"/>
                <wp:positionH relativeFrom="column">
                  <wp:posOffset>3477296</wp:posOffset>
                </wp:positionH>
                <wp:positionV relativeFrom="paragraph">
                  <wp:posOffset>141640</wp:posOffset>
                </wp:positionV>
                <wp:extent cx="173811" cy="196483"/>
                <wp:effectExtent l="0" t="0" r="0" b="1333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34B02" id="Zone de texte 43" o:spid="_x0000_s1059" type="#_x0000_t202" style="position:absolute;margin-left:273.8pt;margin-top:11.15pt;width:13.7pt;height:15.4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C4C2256" wp14:editId="4FCE0BFE">
                <wp:simplePos x="0" y="0"/>
                <wp:positionH relativeFrom="column">
                  <wp:posOffset>3065145</wp:posOffset>
                </wp:positionH>
                <wp:positionV relativeFrom="paragraph">
                  <wp:posOffset>6985</wp:posOffset>
                </wp:positionV>
                <wp:extent cx="173355" cy="196215"/>
                <wp:effectExtent l="0" t="0" r="0" b="1333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55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C2256" id="Zone de texte 44" o:spid="_x0000_s1060" type="#_x0000_t202" style="position:absolute;margin-left:241.35pt;margin-top:.55pt;width:13.65pt;height:15.4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EAEE571" wp14:editId="06A4F58C">
                <wp:simplePos x="0" y="0"/>
                <wp:positionH relativeFrom="column">
                  <wp:posOffset>2697857</wp:posOffset>
                </wp:positionH>
                <wp:positionV relativeFrom="paragraph">
                  <wp:posOffset>86905</wp:posOffset>
                </wp:positionV>
                <wp:extent cx="173811" cy="196483"/>
                <wp:effectExtent l="0" t="0" r="0" b="13335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EE571" id="Zone de texte 45" o:spid="_x0000_s1061" type="#_x0000_t202" style="position:absolute;margin-left:212.45pt;margin-top:6.85pt;width:13.7pt;height:15.4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16CB901" wp14:editId="4302173B">
                <wp:simplePos x="0" y="0"/>
                <wp:positionH relativeFrom="column">
                  <wp:posOffset>52899</wp:posOffset>
                </wp:positionH>
                <wp:positionV relativeFrom="paragraph">
                  <wp:posOffset>157869</wp:posOffset>
                </wp:positionV>
                <wp:extent cx="173811" cy="196483"/>
                <wp:effectExtent l="0" t="0" r="0" b="1333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CB901" id="Zone de texte 46" o:spid="_x0000_s1062" type="#_x0000_t202" style="position:absolute;margin-left:4.15pt;margin-top:12.45pt;width:13.7pt;height:15.4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242114B" wp14:editId="7B9E4DE6">
                <wp:simplePos x="0" y="0"/>
                <wp:positionH relativeFrom="column">
                  <wp:posOffset>1250441</wp:posOffset>
                </wp:positionH>
                <wp:positionV relativeFrom="paragraph">
                  <wp:posOffset>122681</wp:posOffset>
                </wp:positionV>
                <wp:extent cx="173811" cy="196483"/>
                <wp:effectExtent l="0" t="0" r="0" b="13335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2114B" id="Zone de texte 47" o:spid="_x0000_s1063" type="#_x0000_t202" style="position:absolute;margin-left:98.45pt;margin-top:9.65pt;width:13.7pt;height:15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31F60BA" wp14:editId="65CE6FE6">
                <wp:simplePos x="0" y="0"/>
                <wp:positionH relativeFrom="column">
                  <wp:posOffset>3032975</wp:posOffset>
                </wp:positionH>
                <wp:positionV relativeFrom="paragraph">
                  <wp:posOffset>257524</wp:posOffset>
                </wp:positionV>
                <wp:extent cx="173811" cy="196483"/>
                <wp:effectExtent l="0" t="0" r="0" b="13335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F60BA" id="Zone de texte 48" o:spid="_x0000_s1064" type="#_x0000_t202" style="position:absolute;margin-left:238.8pt;margin-top:20.3pt;width:13.7pt;height:15.4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BA7AA77" wp14:editId="2A4374E4">
                <wp:simplePos x="0" y="0"/>
                <wp:positionH relativeFrom="column">
                  <wp:posOffset>3470857</wp:posOffset>
                </wp:positionH>
                <wp:positionV relativeFrom="paragraph">
                  <wp:posOffset>173230</wp:posOffset>
                </wp:positionV>
                <wp:extent cx="173811" cy="196483"/>
                <wp:effectExtent l="0" t="0" r="0" b="13335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7AA77" id="Zone de texte 49" o:spid="_x0000_s1065" type="#_x0000_t202" style="position:absolute;margin-left:273.3pt;margin-top:13.65pt;width:13.7pt;height:15.4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E82A9D" wp14:editId="7DB7B66D">
                <wp:simplePos x="0" y="0"/>
                <wp:positionH relativeFrom="column">
                  <wp:posOffset>3902299</wp:posOffset>
                </wp:positionH>
                <wp:positionV relativeFrom="paragraph">
                  <wp:posOffset>141641</wp:posOffset>
                </wp:positionV>
                <wp:extent cx="173811" cy="196483"/>
                <wp:effectExtent l="0" t="0" r="0" b="1333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82A9D" id="Zone de texte 50" o:spid="_x0000_s1066" type="#_x0000_t202" style="position:absolute;margin-left:307.25pt;margin-top:11.15pt;width:13.7pt;height:15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BDE7B4C" wp14:editId="712CC449">
                <wp:simplePos x="0" y="0"/>
                <wp:positionH relativeFrom="column">
                  <wp:posOffset>4314422</wp:posOffset>
                </wp:positionH>
                <wp:positionV relativeFrom="paragraph">
                  <wp:posOffset>218306</wp:posOffset>
                </wp:positionV>
                <wp:extent cx="173811" cy="196483"/>
                <wp:effectExtent l="0" t="0" r="0" b="13335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DE7B4C" id="Zone de texte 51" o:spid="_x0000_s1067" type="#_x0000_t202" style="position:absolute;margin-left:339.7pt;margin-top:17.2pt;width:13.7pt;height:15.4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730EC4" wp14:editId="220A64EC">
                <wp:simplePos x="0" y="0"/>
                <wp:positionH relativeFrom="column">
                  <wp:posOffset>1568083</wp:posOffset>
                </wp:positionH>
                <wp:positionV relativeFrom="paragraph">
                  <wp:posOffset>71156</wp:posOffset>
                </wp:positionV>
                <wp:extent cx="173811" cy="196483"/>
                <wp:effectExtent l="0" t="0" r="0" b="13335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30EC4" id="Zone de texte 52" o:spid="_x0000_s1068" type="#_x0000_t202" style="position:absolute;margin-left:123.45pt;margin-top:5.6pt;width:13.7pt;height:15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3CE84E9" wp14:editId="24CD8396">
                <wp:simplePos x="0" y="0"/>
                <wp:positionH relativeFrom="column">
                  <wp:posOffset>3290552</wp:posOffset>
                </wp:positionH>
                <wp:positionV relativeFrom="paragraph">
                  <wp:posOffset>294918</wp:posOffset>
                </wp:positionV>
                <wp:extent cx="186744" cy="196215"/>
                <wp:effectExtent l="0" t="0" r="3810" b="13335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744" cy="196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CE84E9" id="Zone de texte 53" o:spid="_x0000_s1069" type="#_x0000_t202" style="position:absolute;margin-left:259.1pt;margin-top:23.2pt;width:14.7pt;height:15.4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B3DDA05" wp14:editId="0EE1EB6E">
                <wp:simplePos x="0" y="0"/>
                <wp:positionH relativeFrom="column">
                  <wp:posOffset>3992451</wp:posOffset>
                </wp:positionH>
                <wp:positionV relativeFrom="paragraph">
                  <wp:posOffset>264017</wp:posOffset>
                </wp:positionV>
                <wp:extent cx="173811" cy="196483"/>
                <wp:effectExtent l="0" t="0" r="0" b="13335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DDA05" id="Zone de texte 54" o:spid="_x0000_s1070" type="#_x0000_t202" style="position:absolute;margin-left:314.35pt;margin-top:20.8pt;width:13.7pt;height:15.4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C1186F3" wp14:editId="1772BD4B">
                <wp:simplePos x="0" y="0"/>
                <wp:positionH relativeFrom="column">
                  <wp:posOffset>2025282</wp:posOffset>
                </wp:positionH>
                <wp:positionV relativeFrom="paragraph">
                  <wp:posOffset>247975</wp:posOffset>
                </wp:positionV>
                <wp:extent cx="173811" cy="196483"/>
                <wp:effectExtent l="0" t="0" r="0" b="13335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186F3" id="Zone de texte 55" o:spid="_x0000_s1071" type="#_x0000_t202" style="position:absolute;margin-left:159.45pt;margin-top:19.55pt;width:13.7pt;height:15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D4B5BF" wp14:editId="264D2F83">
                <wp:simplePos x="0" y="0"/>
                <wp:positionH relativeFrom="column">
                  <wp:posOffset>268274</wp:posOffset>
                </wp:positionH>
                <wp:positionV relativeFrom="paragraph">
                  <wp:posOffset>201033</wp:posOffset>
                </wp:positionV>
                <wp:extent cx="173811" cy="196483"/>
                <wp:effectExtent l="0" t="0" r="0" b="13335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4B5BF" id="Zone de texte 56" o:spid="_x0000_s1072" type="#_x0000_t202" style="position:absolute;margin-left:21.1pt;margin-top:15.85pt;width:13.7pt;height:15.4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A24873C" wp14:editId="6664F00C">
                <wp:simplePos x="0" y="0"/>
                <wp:positionH relativeFrom="column">
                  <wp:posOffset>1031534</wp:posOffset>
                </wp:positionH>
                <wp:positionV relativeFrom="paragraph">
                  <wp:posOffset>196676</wp:posOffset>
                </wp:positionV>
                <wp:extent cx="173811" cy="196483"/>
                <wp:effectExtent l="0" t="0" r="0" b="13335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811" cy="196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F4C" w:rsidRPr="0016770F" w:rsidRDefault="00F70F4C" w:rsidP="00F70F4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24873C" id="Zone de texte 57" o:spid="_x0000_s1073" type="#_x0000_t202" style="position:absolute;margin-left:81.2pt;margin-top:15.5pt;width:13.7pt;height:15.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" filled="f" stroked="f" strokeweight=".5pt">
                <v:textbox inset="0,0,0,0">
                  <w:txbxContent>
                    <w:p w:rsidR="00F70F4C" w:rsidRPr="0016770F" w:rsidRDefault="00F70F4C" w:rsidP="00F70F4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F70F4C" w:rsidRDefault="00F70F4C" w:rsidP="00F70F4C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771"/>
        <w:gridCol w:w="1772"/>
        <w:gridCol w:w="2237"/>
      </w:tblGrid>
      <w:tr w:rsidR="00F70F4C" w:rsidTr="003C2AC7">
        <w:tc>
          <w:tcPr>
            <w:tcW w:w="1555" w:type="dxa"/>
            <w:shd w:val="clear" w:color="auto" w:fill="D9D9D9" w:themeFill="background1" w:themeFillShade="D9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1" w:type="dxa"/>
            <w:shd w:val="clear" w:color="auto" w:fill="D9D9D9" w:themeFill="background1" w:themeFillShade="D9"/>
          </w:tcPr>
          <w:p w:rsidR="00F70F4C" w:rsidRPr="0016770F" w:rsidRDefault="00F70F4C" w:rsidP="003C2AC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Nombre de côtés</w:t>
            </w:r>
          </w:p>
        </w:tc>
        <w:tc>
          <w:tcPr>
            <w:tcW w:w="1772" w:type="dxa"/>
            <w:shd w:val="clear" w:color="auto" w:fill="D9D9D9" w:themeFill="background1" w:themeFillShade="D9"/>
          </w:tcPr>
          <w:p w:rsidR="00F70F4C" w:rsidRPr="0016770F" w:rsidRDefault="00F70F4C" w:rsidP="003C2AC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Nombre de sommets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:rsidR="00F70F4C" w:rsidRPr="0016770F" w:rsidRDefault="00F70F4C" w:rsidP="003C2AC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6770F">
              <w:rPr>
                <w:rFonts w:ascii="Arial" w:hAnsi="Arial" w:cs="Arial"/>
                <w:b/>
                <w:sz w:val="28"/>
              </w:rPr>
              <w:t>Nom du polygone</w:t>
            </w:r>
          </w:p>
        </w:tc>
      </w:tr>
      <w:tr w:rsidR="00F70F4C" w:rsidTr="003C2AC7">
        <w:tc>
          <w:tcPr>
            <w:tcW w:w="1555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1771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F70F4C" w:rsidTr="003C2AC7">
        <w:tc>
          <w:tcPr>
            <w:tcW w:w="1555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2</w:t>
            </w:r>
          </w:p>
        </w:tc>
        <w:tc>
          <w:tcPr>
            <w:tcW w:w="1771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F70F4C" w:rsidTr="003C2AC7">
        <w:tc>
          <w:tcPr>
            <w:tcW w:w="1555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3</w:t>
            </w:r>
          </w:p>
        </w:tc>
        <w:tc>
          <w:tcPr>
            <w:tcW w:w="1771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772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37" w:type="dxa"/>
          </w:tcPr>
          <w:p w:rsidR="00F70F4C" w:rsidRDefault="00F70F4C" w:rsidP="003C2AC7">
            <w:pPr>
              <w:rPr>
                <w:rFonts w:ascii="Arial" w:hAnsi="Arial" w:cs="Arial"/>
                <w:sz w:val="28"/>
              </w:rPr>
            </w:pPr>
          </w:p>
        </w:tc>
      </w:tr>
    </w:tbl>
    <w:p w:rsidR="00F70F4C" w:rsidRDefault="00F70F4C" w:rsidP="00F70F4C">
      <w:pPr>
        <w:rPr>
          <w:rFonts w:ascii="Arial" w:hAnsi="Arial" w:cs="Arial"/>
          <w:sz w:val="28"/>
        </w:rPr>
      </w:pPr>
    </w:p>
    <w:p w:rsidR="00F70F4C" w:rsidRPr="0016770F" w:rsidRDefault="00F70F4C" w:rsidP="00F70F4C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>Exercice 2 :</w: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les diagonales de cet hexagone :</w:t>
      </w:r>
    </w:p>
    <w:p w:rsidR="00F70F4C" w:rsidRDefault="00F70F4C" w:rsidP="00F70F4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59E1E3" wp14:editId="183BA007">
                <wp:simplePos x="0" y="0"/>
                <wp:positionH relativeFrom="column">
                  <wp:posOffset>999067</wp:posOffset>
                </wp:positionH>
                <wp:positionV relativeFrom="paragraph">
                  <wp:posOffset>73519</wp:posOffset>
                </wp:positionV>
                <wp:extent cx="2042983" cy="1761067"/>
                <wp:effectExtent l="19050" t="0" r="33655" b="10795"/>
                <wp:wrapNone/>
                <wp:docPr id="58" name="Hexagon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983" cy="1761067"/>
                        </a:xfrm>
                        <a:prstGeom prst="hexag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A0D52" id="Hexagone 58" o:spid="_x0000_s1026" type="#_x0000_t9" style="position:absolute;margin-left:78.65pt;margin-top:5.8pt;width:160.85pt;height:138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" adj="4655" filled="f" strokecolor="#0d0d0d [3069]" strokeweight="1pt"/>
            </w:pict>
          </mc:Fallback>
        </mc:AlternateContent>
      </w:r>
    </w:p>
    <w:p w:rsidR="00F70F4C" w:rsidRDefault="00F70F4C" w:rsidP="00F70F4C">
      <w:pPr>
        <w:rPr>
          <w:rFonts w:ascii="Arial" w:hAnsi="Arial" w:cs="Arial"/>
          <w:sz w:val="28"/>
        </w:rPr>
      </w:pPr>
    </w:p>
    <w:p w:rsidR="00F70F4C" w:rsidRDefault="00F70F4C" w:rsidP="00F70F4C">
      <w:pPr>
        <w:rPr>
          <w:rFonts w:ascii="Arial" w:hAnsi="Arial" w:cs="Arial"/>
          <w:sz w:val="28"/>
        </w:rPr>
      </w:pPr>
    </w:p>
    <w:p w:rsidR="00F70F4C" w:rsidRDefault="00F70F4C" w:rsidP="00F70F4C">
      <w:pPr>
        <w:rPr>
          <w:rFonts w:ascii="Arial" w:hAnsi="Arial" w:cs="Arial"/>
          <w:sz w:val="28"/>
        </w:rPr>
      </w:pPr>
    </w:p>
    <w:p w:rsidR="00F70F4C" w:rsidRDefault="00F70F4C" w:rsidP="00F70F4C">
      <w:pPr>
        <w:rPr>
          <w:rFonts w:ascii="Arial" w:hAnsi="Arial" w:cs="Arial"/>
          <w:sz w:val="28"/>
        </w:rPr>
      </w:pPr>
      <w:bookmarkStart w:id="0" w:name="_GoBack"/>
      <w:bookmarkEnd w:id="0"/>
    </w:p>
    <w:p w:rsidR="0016770F" w:rsidRPr="007E024D" w:rsidRDefault="0016770F">
      <w:pPr>
        <w:rPr>
          <w:rFonts w:ascii="Arial" w:hAnsi="Arial" w:cs="Arial"/>
          <w:sz w:val="28"/>
        </w:rPr>
      </w:pPr>
    </w:p>
    <w:sectPr w:rsidR="0016770F" w:rsidRPr="007E024D" w:rsidSect="002A2AF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FE"/>
    <w:rsid w:val="0016770F"/>
    <w:rsid w:val="001D645B"/>
    <w:rsid w:val="002A2AFE"/>
    <w:rsid w:val="005175A3"/>
    <w:rsid w:val="005F7238"/>
    <w:rsid w:val="007E024D"/>
    <w:rsid w:val="00F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C1107-1DEC-4F8D-B0F3-0F034FC2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13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2016-09-11T16:00:00Z</dcterms:created>
  <dcterms:modified xsi:type="dcterms:W3CDTF">2016-09-11T16:16:00Z</dcterms:modified>
</cp:coreProperties>
</file>